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AD681" w14:textId="68D3774B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0951DD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0951DD">
        <w:rPr>
          <w:rStyle w:val="Siln"/>
          <w:highlight w:val="green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</w:t>
      </w:r>
      <w:r w:rsidRPr="000951DD">
        <w:rPr>
          <w:highlight w:val="green"/>
        </w:rPr>
        <w:t xml:space="preserve">: </w:t>
      </w:r>
      <w:r w:rsidRPr="000951DD">
        <w:rPr>
          <w:rStyle w:val="Siln"/>
          <w:highlight w:val="green"/>
        </w:rPr>
        <w:t>[DOPLNÍ DODAVATEL]</w:t>
      </w:r>
    </w:p>
    <w:p w14:paraId="7C4B2CD9" w14:textId="44D3A5F4" w:rsidR="009348E2" w:rsidRDefault="009348E2" w:rsidP="00426C2A">
      <w:pPr>
        <w:pStyle w:val="aodst"/>
      </w:pPr>
      <w:r>
        <w:t xml:space="preserve">Příjmení za svobodna: </w:t>
      </w:r>
      <w:r w:rsidRPr="000951DD">
        <w:rPr>
          <w:rStyle w:val="Siln"/>
          <w:highlight w:val="green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0951DD">
        <w:rPr>
          <w:rStyle w:val="Siln"/>
          <w:highlight w:val="green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0951DD">
        <w:rPr>
          <w:rStyle w:val="Siln"/>
          <w:highlight w:val="green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0951DD">
        <w:rPr>
          <w:rStyle w:val="Siln"/>
          <w:highlight w:val="green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0951DD">
        <w:rPr>
          <w:rStyle w:val="Siln"/>
          <w:highlight w:val="green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0951DD">
        <w:rPr>
          <w:rStyle w:val="Siln"/>
          <w:highlight w:val="green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426C2A">
      <w:pPr>
        <w:pStyle w:val="aodst"/>
      </w:pPr>
      <w:r w:rsidRPr="00A07A54">
        <w:t xml:space="preserve">Hlavní kvalifikace: </w:t>
      </w:r>
      <w:r w:rsidRPr="000951DD">
        <w:rPr>
          <w:rStyle w:val="Siln"/>
          <w:highlight w:val="green"/>
        </w:rPr>
        <w:t>[DOPLNÍ DODAVATEL]</w:t>
      </w:r>
    </w:p>
    <w:p w14:paraId="2C25D411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6"/>
        <w:gridCol w:w="4389"/>
      </w:tblGrid>
      <w:tr w:rsidR="009348E2" w:rsidRPr="00A07A54" w14:paraId="57FCE4E3" w14:textId="77777777" w:rsidTr="000951DD">
        <w:trPr>
          <w:cantSplit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0951DD" w:rsidRDefault="009348E2" w:rsidP="00426C2A">
            <w:pPr>
              <w:rPr>
                <w:rStyle w:val="Siln"/>
                <w:highlight w:val="green"/>
              </w:rPr>
            </w:pPr>
            <w:r w:rsidRPr="000951DD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0951DD">
        <w:trPr>
          <w:cantSplit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0951DD" w:rsidRDefault="009348E2" w:rsidP="00426C2A">
            <w:pPr>
              <w:rPr>
                <w:rStyle w:val="Siln"/>
                <w:highlight w:val="green"/>
              </w:rPr>
            </w:pPr>
            <w:r w:rsidRPr="000951DD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0951DD">
        <w:trPr>
          <w:cantSplit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0951DD" w:rsidRDefault="009348E2" w:rsidP="00426C2A">
            <w:pPr>
              <w:rPr>
                <w:rStyle w:val="Siln"/>
                <w:highlight w:val="green"/>
              </w:rPr>
            </w:pPr>
            <w:r w:rsidRPr="000951DD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0951DD">
        <w:trPr>
          <w:cantSplit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0951DD" w:rsidRDefault="009348E2" w:rsidP="00426C2A">
            <w:pPr>
              <w:rPr>
                <w:rStyle w:val="Siln"/>
                <w:highlight w:val="green"/>
              </w:rPr>
            </w:pPr>
            <w:r w:rsidRPr="000951DD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0951DD">
        <w:trPr>
          <w:cantSplit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0951DD" w:rsidRDefault="009348E2" w:rsidP="00426C2A">
            <w:pPr>
              <w:rPr>
                <w:rStyle w:val="Siln"/>
                <w:highlight w:val="green"/>
              </w:rPr>
            </w:pPr>
            <w:r w:rsidRPr="000951DD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0951DD">
        <w:trPr>
          <w:cantSplit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0951DD">
              <w:rPr>
                <w:rStyle w:val="Siln"/>
                <w:highlight w:val="green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426C2A">
      <w:pPr>
        <w:pStyle w:val="aodst"/>
      </w:pPr>
      <w:r w:rsidRPr="00A07A54">
        <w:t xml:space="preserve">Osoba </w:t>
      </w:r>
      <w:r w:rsidRPr="000951DD">
        <w:rPr>
          <w:highlight w:val="green"/>
        </w:rPr>
        <w:t xml:space="preserve">je / není </w:t>
      </w:r>
      <w:r w:rsidRPr="000951DD">
        <w:rPr>
          <w:rStyle w:val="Siln"/>
          <w:highlight w:val="green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0951DD" w:rsidRDefault="009348E2" w:rsidP="00426C2A">
            <w:pPr>
              <w:rPr>
                <w:rStyle w:val="Siln"/>
                <w:highlight w:val="green"/>
              </w:rPr>
            </w:pPr>
            <w:r w:rsidRPr="000951DD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0951DD" w:rsidRDefault="009348E2" w:rsidP="00426C2A">
            <w:pPr>
              <w:rPr>
                <w:rStyle w:val="Siln"/>
                <w:highlight w:val="green"/>
              </w:rPr>
            </w:pPr>
            <w:r w:rsidRPr="000951DD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0951DD" w:rsidRDefault="009348E2" w:rsidP="00426C2A">
            <w:pPr>
              <w:rPr>
                <w:rStyle w:val="Siln"/>
                <w:highlight w:val="green"/>
              </w:rPr>
            </w:pPr>
            <w:r w:rsidRPr="000951DD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0951DD" w:rsidRDefault="009348E2" w:rsidP="00426C2A">
            <w:pPr>
              <w:rPr>
                <w:rStyle w:val="Siln"/>
                <w:highlight w:val="green"/>
              </w:rPr>
            </w:pPr>
            <w:r w:rsidRPr="000951DD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0951DD" w:rsidRDefault="009348E2" w:rsidP="00426C2A">
            <w:pPr>
              <w:rPr>
                <w:rStyle w:val="Siln"/>
                <w:highlight w:val="green"/>
              </w:rPr>
            </w:pPr>
            <w:r w:rsidRPr="000951DD">
              <w:rPr>
                <w:rStyle w:val="Siln"/>
                <w:highlight w:val="green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6349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45C17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549A0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6D414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2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3"/>
  </w:num>
  <w:num w:numId="17" w16cid:durableId="712272526">
    <w:abstractNumId w:val="4"/>
  </w:num>
  <w:num w:numId="18" w16cid:durableId="1078479675">
    <w:abstractNumId w:val="13"/>
  </w:num>
  <w:num w:numId="19" w16cid:durableId="1896626628">
    <w:abstractNumId w:val="13"/>
  </w:num>
  <w:num w:numId="20" w16cid:durableId="1816799279">
    <w:abstractNumId w:val="13"/>
  </w:num>
  <w:num w:numId="21" w16cid:durableId="352339929">
    <w:abstractNumId w:val="13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3"/>
  </w:num>
  <w:num w:numId="29" w16cid:durableId="1064064395">
    <w:abstractNumId w:val="4"/>
  </w:num>
  <w:num w:numId="30" w16cid:durableId="700016673">
    <w:abstractNumId w:val="13"/>
  </w:num>
  <w:num w:numId="31" w16cid:durableId="847868046">
    <w:abstractNumId w:val="13"/>
  </w:num>
  <w:num w:numId="32" w16cid:durableId="2026636617">
    <w:abstractNumId w:val="13"/>
  </w:num>
  <w:num w:numId="33" w16cid:durableId="1366637309">
    <w:abstractNumId w:val="13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4"/>
  </w:num>
  <w:num w:numId="39" w16cid:durableId="74530538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951DD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5AC7"/>
    <w:rsid w:val="00357BC6"/>
    <w:rsid w:val="0038302E"/>
    <w:rsid w:val="003956C6"/>
    <w:rsid w:val="003D3C01"/>
    <w:rsid w:val="003D781E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Brandejsová Martina, Mgr.</cp:lastModifiedBy>
  <cp:revision>13</cp:revision>
  <cp:lastPrinted>2020-07-15T06:29:00Z</cp:lastPrinted>
  <dcterms:created xsi:type="dcterms:W3CDTF">2020-11-18T18:18:00Z</dcterms:created>
  <dcterms:modified xsi:type="dcterms:W3CDTF">2024-11-11T14:54:00Z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